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36832660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545710">
        <w:rPr>
          <w:rFonts w:ascii="Times New Roman" w:hAnsi="Times New Roman"/>
        </w:rPr>
        <w:t>01</w:t>
      </w:r>
      <w:r w:rsidR="00BF687E">
        <w:rPr>
          <w:rFonts w:ascii="Times New Roman" w:hAnsi="Times New Roman"/>
        </w:rPr>
        <w:t>.</w:t>
      </w:r>
      <w:r w:rsidR="009C64AB">
        <w:rPr>
          <w:rFonts w:ascii="Times New Roman" w:hAnsi="Times New Roman"/>
        </w:rPr>
        <w:t>0</w:t>
      </w:r>
      <w:r w:rsidR="00545710">
        <w:rPr>
          <w:rFonts w:ascii="Times New Roman" w:hAnsi="Times New Roman"/>
        </w:rPr>
        <w:t>3</w:t>
      </w:r>
      <w:r w:rsidRPr="00B801C3">
        <w:rPr>
          <w:rFonts w:ascii="Times New Roman" w:hAnsi="Times New Roman"/>
        </w:rPr>
        <w:t>.202</w:t>
      </w:r>
      <w:r w:rsidR="009C64AB">
        <w:rPr>
          <w:rFonts w:ascii="Times New Roman" w:hAnsi="Times New Roman"/>
        </w:rPr>
        <w:t>4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7D04BD">
        <w:rPr>
          <w:rFonts w:ascii="Times New Roman" w:hAnsi="Times New Roman"/>
        </w:rPr>
        <w:t>1195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545710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545710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545710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5D0EBE7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6D68E5">
              <w:rPr>
                <w:rFonts w:ascii="Times New Roman" w:hAnsi="Times New Roman"/>
              </w:rPr>
              <w:t>Mc</w:t>
            </w:r>
            <w:r w:rsidR="004E4954">
              <w:rPr>
                <w:rFonts w:ascii="Times New Roman" w:hAnsi="Times New Roman"/>
              </w:rPr>
              <w:t>Manus</w:t>
            </w:r>
          </w:p>
        </w:tc>
      </w:tr>
      <w:tr w:rsidR="00B801C3" w:rsidRPr="00B801C3" w14:paraId="6E9216FC" w14:textId="77777777" w:rsidTr="00545710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545710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271AD2CA" w:rsidR="00B801C3" w:rsidRPr="00B801C3" w:rsidRDefault="00000000" w:rsidP="00B801C3">
            <w:pPr>
              <w:rPr>
                <w:rFonts w:ascii="Times New Roman" w:hAnsi="Times New Roman"/>
              </w:rPr>
            </w:pPr>
            <w:hyperlink r:id="rId12" w:history="1">
              <w:r w:rsidR="00B801C3" w:rsidRPr="00B801C3">
                <w:rPr>
                  <w:rStyle w:val="Hyperlink"/>
                  <w:rFonts w:ascii="Times New Roman" w:hAnsi="Times New Roman"/>
                </w:rPr>
                <w:t>andra.sokk@energia.ee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545710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545710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545710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545710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545710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995A4B" w:rsidRDefault="00B801C3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5EC0B5AA" w:rsidR="00B801C3" w:rsidRPr="00AE6CB7" w:rsidRDefault="00C04B91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Stik-</w:t>
            </w:r>
            <w:r w:rsidR="00F54EF9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lekter</w:t>
            </w:r>
            <w:r w:rsidR="0050070E" w:rsidRPr="00402B05">
              <w:rPr>
                <w:rFonts w:ascii="Times New Roman" w:hAnsi="Times New Roman"/>
              </w:rPr>
              <w:t xml:space="preserve"> töö nr  </w:t>
            </w:r>
            <w:r>
              <w:rPr>
                <w:rFonts w:ascii="Times New Roman" w:hAnsi="Times New Roman"/>
              </w:rPr>
              <w:t>IP6139</w:t>
            </w:r>
            <w:r w:rsidR="0050070E">
              <w:rPr>
                <w:rFonts w:ascii="Times New Roman" w:hAnsi="Times New Roman"/>
              </w:rPr>
              <w:t xml:space="preserve"> </w:t>
            </w:r>
            <w:r w:rsidR="0050070E" w:rsidRPr="00590754">
              <w:rPr>
                <w:rFonts w:ascii="Times New Roman" w:hAnsi="Times New Roman"/>
              </w:rPr>
              <w:t xml:space="preserve"> “</w:t>
            </w:r>
            <w:r>
              <w:rPr>
                <w:rFonts w:ascii="Times New Roman" w:hAnsi="Times New Roman"/>
              </w:rPr>
              <w:t>Keskpingevõrgu parendamine Kiili alevi üleviimise III etapp</w:t>
            </w:r>
            <w:r w:rsidR="0050070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Sausti küla, Kiili alev</w:t>
            </w:r>
            <w:r w:rsidR="005007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Kiili</w:t>
            </w:r>
            <w:r w:rsidR="0050070E">
              <w:rPr>
                <w:rFonts w:ascii="Times New Roman" w:hAnsi="Times New Roman"/>
              </w:rPr>
              <w:t xml:space="preserve"> vald, Harju maakond</w:t>
            </w:r>
            <w:r w:rsidR="0050070E" w:rsidRPr="00590754">
              <w:rPr>
                <w:rFonts w:ascii="Times New Roman" w:hAnsi="Times New Roman"/>
              </w:rPr>
              <w:t>“</w:t>
            </w:r>
          </w:p>
        </w:tc>
      </w:tr>
      <w:tr w:rsidR="00B801C3" w:rsidRPr="00B801C3" w14:paraId="0755177A" w14:textId="77777777" w:rsidTr="00545710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0D786AF6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C04B91">
              <w:rPr>
                <w:rFonts w:ascii="Times New Roman" w:hAnsi="Times New Roman"/>
              </w:rPr>
              <w:t>Janno Lütt</w:t>
            </w:r>
          </w:p>
        </w:tc>
      </w:tr>
      <w:tr w:rsidR="00B801C3" w:rsidRPr="00B801C3" w14:paraId="58516777" w14:textId="77777777" w:rsidTr="00545710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76EBC122" w:rsidR="00B801C3" w:rsidRPr="00B801C3" w:rsidRDefault="00C04B91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B13BC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AF2F3A">
              <w:rPr>
                <w:rFonts w:ascii="Times New Roman" w:hAnsi="Times New Roman"/>
              </w:rPr>
              <w:t>3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>
              <w:rPr>
                <w:rFonts w:ascii="Times New Roman" w:hAnsi="Times New Roman"/>
              </w:rPr>
              <w:t>3</w:t>
            </w:r>
            <w:r w:rsidR="000E535F" w:rsidRPr="000E535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22784-4</w:t>
            </w:r>
          </w:p>
        </w:tc>
      </w:tr>
      <w:tr w:rsidR="00B801C3" w:rsidRPr="00B801C3" w14:paraId="51E2B8BB" w14:textId="77777777" w:rsidTr="00545710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17AD975B" w:rsidR="00B801C3" w:rsidRPr="00B801C3" w:rsidRDefault="00F938DC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B4142">
              <w:rPr>
                <w:rFonts w:ascii="Times New Roman" w:hAnsi="Times New Roman"/>
              </w:rPr>
              <w:t>11</w:t>
            </w:r>
            <w:r w:rsidR="00C04B91">
              <w:rPr>
                <w:rFonts w:ascii="Times New Roman" w:hAnsi="Times New Roman"/>
              </w:rPr>
              <w:t>57</w:t>
            </w:r>
            <w:r w:rsidR="006B4142">
              <w:rPr>
                <w:rFonts w:ascii="Times New Roman" w:hAnsi="Times New Roman"/>
              </w:rPr>
              <w:t xml:space="preserve"> </w:t>
            </w:r>
            <w:r w:rsidR="00C04B91">
              <w:rPr>
                <w:rFonts w:ascii="Times New Roman" w:hAnsi="Times New Roman"/>
              </w:rPr>
              <w:t>Sausti - Kiili</w:t>
            </w:r>
            <w:r w:rsidR="006B4142">
              <w:rPr>
                <w:rFonts w:ascii="Times New Roman" w:hAnsi="Times New Roman"/>
              </w:rPr>
              <w:t xml:space="preserve"> tee </w:t>
            </w:r>
            <w:r w:rsidR="00C04B91">
              <w:rPr>
                <w:rFonts w:ascii="Times New Roman" w:hAnsi="Times New Roman"/>
              </w:rPr>
              <w:t xml:space="preserve"> </w:t>
            </w:r>
          </w:p>
        </w:tc>
      </w:tr>
      <w:tr w:rsidR="00C77651" w:rsidRPr="00B801C3" w14:paraId="2974EED6" w14:textId="77777777" w:rsidTr="00545710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72EA65B9" w:rsidR="00C77651" w:rsidRPr="009D0872" w:rsidRDefault="00C77651" w:rsidP="00C77651">
            <w:pPr>
              <w:rPr>
                <w:rFonts w:ascii="Times New Roman" w:hAnsi="Times New Roman"/>
              </w:rPr>
            </w:pPr>
            <w:r w:rsidRPr="009D0872">
              <w:rPr>
                <w:rFonts w:ascii="Times New Roman" w:hAnsi="Times New Roman"/>
              </w:rPr>
              <w:t xml:space="preserve">Katastritunnus:    </w:t>
            </w:r>
            <w:r w:rsidR="00C04B91">
              <w:rPr>
                <w:rFonts w:ascii="Times New Roman" w:hAnsi="Times New Roman"/>
              </w:rPr>
              <w:t>30401:001:0473</w:t>
            </w:r>
          </w:p>
        </w:tc>
      </w:tr>
      <w:tr w:rsidR="00C77651" w:rsidRPr="00B801C3" w14:paraId="2799306D" w14:textId="77777777" w:rsidTr="00545710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342005E0" w:rsidR="00C77651" w:rsidRPr="0050070E" w:rsidRDefault="0050070E" w:rsidP="0050070E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C04B91">
              <w:rPr>
                <w:rFonts w:ascii="Times New Roman" w:hAnsi="Times New Roman"/>
              </w:rPr>
              <w:t>9728050</w:t>
            </w:r>
          </w:p>
        </w:tc>
      </w:tr>
      <w:tr w:rsidR="00C77651" w:rsidRPr="00B801C3" w14:paraId="616548FD" w14:textId="77777777" w:rsidTr="00F54EF9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0153EC08" w:rsidR="00C77651" w:rsidRPr="00534055" w:rsidRDefault="0050070E" w:rsidP="00C77651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Riigi kinnisvararegistri objekti kood</w:t>
            </w:r>
            <w:r w:rsidR="00C77651" w:rsidRPr="00B801C3">
              <w:rPr>
                <w:rFonts w:ascii="Times New Roman" w:hAnsi="Times New Roman"/>
              </w:rPr>
              <w:t>:</w:t>
            </w:r>
            <w:r w:rsidR="00C77651" w:rsidRPr="00B801C3">
              <w:rPr>
                <w:rFonts w:ascii="Times New Roman" w:hAnsi="Times New Roman"/>
                <w:i/>
              </w:rPr>
              <w:t xml:space="preserve"> </w:t>
            </w:r>
            <w:r w:rsidR="00C77651">
              <w:t xml:space="preserve"> </w:t>
            </w:r>
            <w:r w:rsidR="00C77651" w:rsidRPr="00AF433A">
              <w:rPr>
                <w:rFonts w:ascii="Times New Roman" w:hAnsi="Times New Roman"/>
              </w:rPr>
              <w:t xml:space="preserve"> </w:t>
            </w:r>
            <w:r w:rsidRPr="00AF433A">
              <w:rPr>
                <w:rFonts w:ascii="Times New Roman" w:hAnsi="Times New Roman"/>
              </w:rPr>
              <w:t>KV</w:t>
            </w:r>
            <w:r w:rsidR="00C04B91" w:rsidRPr="00AF433A">
              <w:rPr>
                <w:rFonts w:ascii="Times New Roman" w:hAnsi="Times New Roman"/>
              </w:rPr>
              <w:t>11426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F54EF9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0ED9B094" w14:textId="79890519" w:rsidR="002E5106" w:rsidRDefault="006050DE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B60550">
              <w:rPr>
                <w:rFonts w:ascii="Times New Roman" w:hAnsi="Times New Roman"/>
              </w:rPr>
              <w:t>Soovime ehitada</w:t>
            </w:r>
            <w:r>
              <w:rPr>
                <w:rFonts w:ascii="Times New Roman" w:hAnsi="Times New Roman"/>
              </w:rPr>
              <w:t xml:space="preserve"> kesk</w:t>
            </w:r>
            <w:r w:rsidR="000375A9">
              <w:rPr>
                <w:rFonts w:ascii="Times New Roman" w:hAnsi="Times New Roman"/>
              </w:rPr>
              <w:t>pinge</w:t>
            </w:r>
            <w:r w:rsidR="002545FF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BB6BBE">
              <w:rPr>
                <w:rFonts w:ascii="Times New Roman" w:hAnsi="Times New Roman"/>
              </w:rPr>
              <w:t xml:space="preserve">ristumine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AF2F3A">
              <w:rPr>
                <w:rFonts w:ascii="Times New Roman" w:hAnsi="Times New Roman"/>
              </w:rPr>
              <w:t>1,59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>d</w:t>
            </w:r>
            <w:r w:rsidR="009C64AB">
              <w:rPr>
                <w:rFonts w:ascii="Times New Roman" w:hAnsi="Times New Roman"/>
              </w:rPr>
              <w:t xml:space="preserve"> ca</w:t>
            </w:r>
            <w:r w:rsidR="007675DB">
              <w:rPr>
                <w:rFonts w:ascii="Times New Roman" w:hAnsi="Times New Roman"/>
              </w:rPr>
              <w:t xml:space="preserve"> </w:t>
            </w:r>
            <w:r w:rsidR="00AF2F3A">
              <w:rPr>
                <w:rFonts w:ascii="Times New Roman" w:hAnsi="Times New Roman"/>
              </w:rPr>
              <w:t>29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  <w:p w14:paraId="4F2C2B9C" w14:textId="338E8A35" w:rsidR="009C64AB" w:rsidRDefault="006050DE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PARI kood </w:t>
            </w:r>
            <w:r w:rsidR="00AF2F3A">
              <w:rPr>
                <w:rFonts w:ascii="Times New Roman" w:hAnsi="Times New Roman"/>
              </w:rPr>
              <w:t>34</w:t>
            </w:r>
            <w:r w:rsidR="00E47096"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 xml:space="preserve">    </w:t>
            </w:r>
          </w:p>
          <w:p w14:paraId="3AD1B94C" w14:textId="2E6E3750" w:rsidR="006050DE" w:rsidRPr="00771ADB" w:rsidRDefault="00771ADB" w:rsidP="00771ADB">
            <w:pPr>
              <w:rPr>
                <w:sz w:val="22"/>
                <w:szCs w:val="22"/>
                <w:lang w:val="et-EE"/>
              </w:rPr>
            </w:pPr>
            <w:hyperlink r:id="rId14" w:history="1">
              <w:r>
                <w:rPr>
                  <w:rStyle w:val="Hyperlink"/>
                </w:rPr>
                <w:t>https://pari.kataster.ee/magic-link/91637da3-282d-44c9-9eea-a523fef92d3e</w:t>
              </w:r>
            </w:hyperlink>
          </w:p>
        </w:tc>
      </w:tr>
      <w:tr w:rsidR="00E47096" w:rsidRPr="00B801C3" w14:paraId="022AAC33" w14:textId="77777777" w:rsidTr="00F54EF9">
        <w:trPr>
          <w:trHeight w:val="1409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DB18" w14:textId="77777777" w:rsidR="00E47096" w:rsidRPr="00B801C3" w:rsidRDefault="00E4709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0010B63E" w14:textId="430B3A53" w:rsidR="00E47096" w:rsidRDefault="00E47096" w:rsidP="00E470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 2: Soovime ehitada keskpinge maakaabelliini kaitsetorus ristumine km 2,06. Isiliku kasutusõiguse alad ca 29 m</w:t>
            </w:r>
            <w:r w:rsidRPr="00400DD2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14:paraId="1C2C109D" w14:textId="77777777" w:rsidR="00E47096" w:rsidRDefault="00E47096" w:rsidP="00E470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PARI kood 3463    </w:t>
            </w:r>
          </w:p>
          <w:p w14:paraId="19F90B14" w14:textId="7C445823" w:rsidR="00E47096" w:rsidRDefault="00771ADB" w:rsidP="00E47096">
            <w:pPr>
              <w:rPr>
                <w:rFonts w:ascii="Times New Roman" w:hAnsi="Times New Roman"/>
              </w:rPr>
            </w:pPr>
            <w:hyperlink r:id="rId15" w:history="1">
              <w:r>
                <w:rPr>
                  <w:rStyle w:val="Hyperlink"/>
                </w:rPr>
                <w:t>https://pari.kataster.ee/magic-link/5a84ae3d-48f0-4bc1-9363-3912d8078d99</w:t>
              </w:r>
            </w:hyperlink>
          </w:p>
        </w:tc>
      </w:tr>
      <w:tr w:rsidR="00E47096" w:rsidRPr="00B801C3" w14:paraId="2B685984" w14:textId="77777777" w:rsidTr="00F54EF9">
        <w:trPr>
          <w:trHeight w:val="1409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ABA248" w14:textId="77777777" w:rsidR="00E47096" w:rsidRPr="00B801C3" w:rsidRDefault="00E4709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0ED8A292" w14:textId="6C3B67E9" w:rsidR="00E47096" w:rsidRDefault="00E47096" w:rsidP="00E470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3: Soovime ehitada </w:t>
            </w:r>
            <w:r w:rsidR="00A013E4">
              <w:rPr>
                <w:rFonts w:ascii="Times New Roman" w:hAnsi="Times New Roman"/>
              </w:rPr>
              <w:t xml:space="preserve">madal- ja </w:t>
            </w:r>
            <w:r>
              <w:rPr>
                <w:rFonts w:ascii="Times New Roman" w:hAnsi="Times New Roman"/>
              </w:rPr>
              <w:t>keskpinge maakaabelliini kaitsetorus</w:t>
            </w:r>
            <w:r w:rsidR="00A013E4">
              <w:rPr>
                <w:rFonts w:ascii="Times New Roman" w:hAnsi="Times New Roman"/>
              </w:rPr>
              <w:t xml:space="preserve">: Paralleelkulgemine km 2,30-2,79 ja </w:t>
            </w:r>
            <w:r>
              <w:rPr>
                <w:rFonts w:ascii="Times New Roman" w:hAnsi="Times New Roman"/>
              </w:rPr>
              <w:t>ristumine km 2,</w:t>
            </w:r>
            <w:r w:rsidR="00A013E4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 xml:space="preserve">. Isiliku kasutusõiguse alad ca </w:t>
            </w:r>
            <w:r w:rsidR="00A013E4">
              <w:rPr>
                <w:rFonts w:ascii="Times New Roman" w:hAnsi="Times New Roman"/>
              </w:rPr>
              <w:t>1001</w:t>
            </w:r>
            <w:r>
              <w:rPr>
                <w:rFonts w:ascii="Times New Roman" w:hAnsi="Times New Roman"/>
              </w:rPr>
              <w:t xml:space="preserve"> m</w:t>
            </w:r>
            <w:r w:rsidRPr="00400DD2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14:paraId="27E17E2D" w14:textId="47407207" w:rsidR="00E47096" w:rsidRDefault="00E47096" w:rsidP="00E470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PARI kood 3</w:t>
            </w:r>
            <w:r w:rsidR="00A013E4">
              <w:rPr>
                <w:rFonts w:ascii="Times New Roman" w:hAnsi="Times New Roman"/>
              </w:rPr>
              <w:t>605</w:t>
            </w:r>
            <w:r>
              <w:rPr>
                <w:rFonts w:ascii="Times New Roman" w:hAnsi="Times New Roman"/>
              </w:rPr>
              <w:t xml:space="preserve">   </w:t>
            </w:r>
          </w:p>
          <w:p w14:paraId="407D8BC8" w14:textId="58238971" w:rsidR="00E47096" w:rsidRPr="00771ADB" w:rsidRDefault="00771ADB" w:rsidP="00771ADB">
            <w:pPr>
              <w:rPr>
                <w:sz w:val="22"/>
                <w:szCs w:val="22"/>
                <w:lang w:val="et-EE"/>
              </w:rPr>
            </w:pPr>
            <w:hyperlink r:id="rId16" w:history="1">
              <w:r>
                <w:rPr>
                  <w:rStyle w:val="Hyperlink"/>
                </w:rPr>
                <w:t>https://pari.kataster.ee/magic-link/eb0ecc02-c46c-4cd9-a43e-24ea0c8c43cd</w:t>
              </w:r>
            </w:hyperlink>
          </w:p>
        </w:tc>
      </w:tr>
      <w:tr w:rsidR="00771ADB" w:rsidRPr="00B801C3" w14:paraId="50B436D8" w14:textId="77777777" w:rsidTr="00F54EF9">
        <w:trPr>
          <w:trHeight w:val="1409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28A13" w14:textId="77777777" w:rsidR="00771ADB" w:rsidRPr="00B801C3" w:rsidRDefault="00771ADB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2F5567EC" w14:textId="6DE62EDC" w:rsidR="00771ADB" w:rsidRDefault="00771ADB" w:rsidP="00771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: Soovime ehitada madal- ja keskpinge maakaabelliini kaitsetorus: Paralleelkulgemine km </w:t>
            </w:r>
            <w:r>
              <w:rPr>
                <w:rFonts w:ascii="Times New Roman" w:hAnsi="Times New Roman"/>
              </w:rPr>
              <w:t>3,00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3,19</w:t>
            </w:r>
            <w:r>
              <w:rPr>
                <w:rFonts w:ascii="Times New Roman" w:hAnsi="Times New Roman"/>
              </w:rPr>
              <w:t xml:space="preserve"> ja ristumine km </w:t>
            </w:r>
            <w:r>
              <w:rPr>
                <w:rFonts w:ascii="Times New Roman" w:hAnsi="Times New Roman"/>
              </w:rPr>
              <w:t>3,00</w:t>
            </w:r>
            <w:r>
              <w:rPr>
                <w:rFonts w:ascii="Times New Roman" w:hAnsi="Times New Roman"/>
              </w:rPr>
              <w:t xml:space="preserve">. Isiliku kasutusõiguse alad ca </w:t>
            </w:r>
            <w:r>
              <w:rPr>
                <w:rFonts w:ascii="Times New Roman" w:hAnsi="Times New Roman"/>
              </w:rPr>
              <w:t>448</w:t>
            </w:r>
            <w:r>
              <w:rPr>
                <w:rFonts w:ascii="Times New Roman" w:hAnsi="Times New Roman"/>
              </w:rPr>
              <w:t xml:space="preserve"> m</w:t>
            </w:r>
            <w:r w:rsidRPr="00400DD2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14:paraId="7A809F33" w14:textId="28D32496" w:rsidR="00771ADB" w:rsidRDefault="00771ADB" w:rsidP="00771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PARI kood 360</w:t>
            </w:r>
            <w:r w:rsidR="00545710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  </w:t>
            </w:r>
          </w:p>
          <w:p w14:paraId="32B7D006" w14:textId="4F4E7A7B" w:rsidR="00771ADB" w:rsidRPr="00545710" w:rsidRDefault="00545710" w:rsidP="00545710">
            <w:pPr>
              <w:rPr>
                <w:sz w:val="22"/>
                <w:szCs w:val="22"/>
                <w:lang w:val="et-EE"/>
              </w:rPr>
            </w:pPr>
            <w:hyperlink r:id="rId17" w:history="1">
              <w:r>
                <w:rPr>
                  <w:rStyle w:val="Hyperlink"/>
                </w:rPr>
                <w:t>https://pari.kataster.ee/magic-link/50d22d2a-bb06-41f0-a08f-1d06284d119d</w:t>
              </w:r>
            </w:hyperlink>
          </w:p>
        </w:tc>
      </w:tr>
      <w:tr w:rsidR="00771ADB" w:rsidRPr="00B801C3" w14:paraId="6A6BC305" w14:textId="77777777" w:rsidTr="00F54EF9">
        <w:trPr>
          <w:trHeight w:val="1409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D051" w14:textId="77777777" w:rsidR="00771ADB" w:rsidRPr="00B801C3" w:rsidRDefault="00771ADB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C103E51" w14:textId="08F4562F" w:rsidR="00771ADB" w:rsidRDefault="00771ADB" w:rsidP="00771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</w:t>
            </w:r>
            <w:r w:rsidR="0054571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: Soovime ehitada madal- ja keskpinge maakaabelliini kaitsetorus: </w:t>
            </w:r>
            <w:r w:rsidR="00545710"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</w:rPr>
              <w:t xml:space="preserve">istumine km </w:t>
            </w:r>
            <w:r w:rsidR="00545710">
              <w:rPr>
                <w:rFonts w:ascii="Times New Roman" w:hAnsi="Times New Roman"/>
              </w:rPr>
              <w:t>4,50</w:t>
            </w:r>
            <w:r>
              <w:rPr>
                <w:rFonts w:ascii="Times New Roman" w:hAnsi="Times New Roman"/>
              </w:rPr>
              <w:t xml:space="preserve">. Isiliku kasutusõiguse alad ca </w:t>
            </w:r>
            <w:r w:rsidR="00545710"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</w:rPr>
              <w:t xml:space="preserve"> m</w:t>
            </w:r>
            <w:r w:rsidRPr="00400DD2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14:paraId="263388A9" w14:textId="3BA32116" w:rsidR="00771ADB" w:rsidRDefault="00771ADB" w:rsidP="00771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PARI kood 3</w:t>
            </w:r>
            <w:r w:rsidR="00545710">
              <w:rPr>
                <w:rFonts w:ascii="Times New Roman" w:hAnsi="Times New Roman"/>
              </w:rPr>
              <w:t>474</w:t>
            </w:r>
            <w:r>
              <w:rPr>
                <w:rFonts w:ascii="Times New Roman" w:hAnsi="Times New Roman"/>
              </w:rPr>
              <w:t xml:space="preserve">   </w:t>
            </w:r>
          </w:p>
          <w:p w14:paraId="635C63C1" w14:textId="220E9011" w:rsidR="00771ADB" w:rsidRDefault="00771ADB" w:rsidP="00771ADB">
            <w:pPr>
              <w:rPr>
                <w:rFonts w:ascii="Times New Roman" w:hAnsi="Times New Roman"/>
              </w:rPr>
            </w:pPr>
            <w:hyperlink r:id="rId18" w:history="1">
              <w:r>
                <w:rPr>
                  <w:rStyle w:val="Hyperlink"/>
                </w:rPr>
                <w:t>https://pari.kataster.ee/magic-link/eb0ecc02-c46c-4cd9-a43e-24ea0c8c43cd</w:t>
              </w:r>
            </w:hyperlink>
          </w:p>
        </w:tc>
      </w:tr>
      <w:tr w:rsidR="00866D30" w:rsidRPr="00B801C3" w14:paraId="6142EDBD" w14:textId="77777777" w:rsidTr="00545710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7C630C71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545710">
              <w:rPr>
                <w:rFonts w:ascii="Times New Roman" w:hAnsi="Times New Roman"/>
              </w:rPr>
              <w:t>21.12</w:t>
            </w:r>
            <w:r w:rsidR="00B13BC0">
              <w:rPr>
                <w:rFonts w:ascii="Times New Roman" w:hAnsi="Times New Roman"/>
              </w:rPr>
              <w:t>.</w:t>
            </w:r>
            <w:r w:rsidRPr="000E535F">
              <w:rPr>
                <w:rFonts w:ascii="Times New Roman" w:hAnsi="Times New Roman"/>
              </w:rPr>
              <w:t>202</w:t>
            </w:r>
            <w:r w:rsidR="00545710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7970F4E5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545710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>/</w:t>
            </w:r>
            <w:r w:rsidR="00545710">
              <w:rPr>
                <w:rFonts w:ascii="Times New Roman" w:hAnsi="Times New Roman"/>
              </w:rPr>
              <w:t>22784</w:t>
            </w:r>
            <w:r w:rsidR="009C64AB">
              <w:rPr>
                <w:rFonts w:ascii="Times New Roman" w:hAnsi="Times New Roman"/>
              </w:rPr>
              <w:t>-</w:t>
            </w:r>
            <w:r w:rsidR="0054571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1 fail;</w:t>
            </w:r>
          </w:p>
          <w:p w14:paraId="40C60C0B" w14:textId="7D48EFF3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545710">
              <w:rPr>
                <w:rFonts w:ascii="Times New Roman" w:hAnsi="Times New Roman"/>
              </w:rPr>
              <w:t xml:space="preserve">id </w:t>
            </w:r>
            <w:r>
              <w:rPr>
                <w:rFonts w:ascii="Times New Roman" w:hAnsi="Times New Roman"/>
              </w:rPr>
              <w:t xml:space="preserve">          </w:t>
            </w:r>
            <w:r w:rsidR="00545710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fail</w:t>
            </w:r>
            <w:r w:rsidR="00545710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>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545710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31C45">
      <w:footerReference w:type="first" r:id="rId19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856E4" w14:textId="77777777" w:rsidR="00D31C45" w:rsidRDefault="00D31C45">
      <w:r>
        <w:separator/>
      </w:r>
    </w:p>
  </w:endnote>
  <w:endnote w:type="continuationSeparator" w:id="0">
    <w:p w14:paraId="659789DA" w14:textId="77777777" w:rsidR="00D31C45" w:rsidRDefault="00D31C45">
      <w:r>
        <w:continuationSeparator/>
      </w:r>
    </w:p>
  </w:endnote>
  <w:endnote w:type="continuationNotice" w:id="1">
    <w:p w14:paraId="199FD3FC" w14:textId="77777777" w:rsidR="00D31C45" w:rsidRDefault="00D31C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B0BCF" w14:textId="77777777" w:rsidR="00D31C45" w:rsidRDefault="00D31C45">
      <w:r>
        <w:separator/>
      </w:r>
    </w:p>
  </w:footnote>
  <w:footnote w:type="continuationSeparator" w:id="0">
    <w:p w14:paraId="45C3AFBF" w14:textId="77777777" w:rsidR="00D31C45" w:rsidRDefault="00D31C45">
      <w:r>
        <w:continuationSeparator/>
      </w:r>
    </w:p>
  </w:footnote>
  <w:footnote w:type="continuationNotice" w:id="1">
    <w:p w14:paraId="72A02B78" w14:textId="77777777" w:rsidR="00D31C45" w:rsidRDefault="00D31C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375A9"/>
    <w:rsid w:val="00054211"/>
    <w:rsid w:val="00055ABF"/>
    <w:rsid w:val="00056E60"/>
    <w:rsid w:val="00057AAD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6CEA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C146B"/>
    <w:rsid w:val="001D1D06"/>
    <w:rsid w:val="001D5D29"/>
    <w:rsid w:val="001D65CC"/>
    <w:rsid w:val="001E0861"/>
    <w:rsid w:val="002006B3"/>
    <w:rsid w:val="00201F2A"/>
    <w:rsid w:val="00203B5F"/>
    <w:rsid w:val="00203B6C"/>
    <w:rsid w:val="00203FF9"/>
    <w:rsid w:val="00212157"/>
    <w:rsid w:val="00215395"/>
    <w:rsid w:val="002214F2"/>
    <w:rsid w:val="00227602"/>
    <w:rsid w:val="00232224"/>
    <w:rsid w:val="00232F6A"/>
    <w:rsid w:val="00243817"/>
    <w:rsid w:val="00244988"/>
    <w:rsid w:val="002454B3"/>
    <w:rsid w:val="00245ECA"/>
    <w:rsid w:val="002545FF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32A2"/>
    <w:rsid w:val="002D4D27"/>
    <w:rsid w:val="002E0EF7"/>
    <w:rsid w:val="002E4EB3"/>
    <w:rsid w:val="002E5106"/>
    <w:rsid w:val="002F1E80"/>
    <w:rsid w:val="003077C4"/>
    <w:rsid w:val="00313843"/>
    <w:rsid w:val="003211EB"/>
    <w:rsid w:val="00326C2D"/>
    <w:rsid w:val="00337B89"/>
    <w:rsid w:val="0034008B"/>
    <w:rsid w:val="00353D2D"/>
    <w:rsid w:val="003551E2"/>
    <w:rsid w:val="00357C22"/>
    <w:rsid w:val="00360DB3"/>
    <w:rsid w:val="00361541"/>
    <w:rsid w:val="00373E92"/>
    <w:rsid w:val="0037535F"/>
    <w:rsid w:val="00375553"/>
    <w:rsid w:val="0037561A"/>
    <w:rsid w:val="00376B25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4248"/>
    <w:rsid w:val="003E6E8E"/>
    <w:rsid w:val="003F1570"/>
    <w:rsid w:val="003F5996"/>
    <w:rsid w:val="003F66A9"/>
    <w:rsid w:val="00400DD2"/>
    <w:rsid w:val="00413593"/>
    <w:rsid w:val="00415D3C"/>
    <w:rsid w:val="00430439"/>
    <w:rsid w:val="0043188C"/>
    <w:rsid w:val="00433B4A"/>
    <w:rsid w:val="0043726E"/>
    <w:rsid w:val="00470107"/>
    <w:rsid w:val="0047087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0070E"/>
    <w:rsid w:val="00507340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45710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0E9E"/>
    <w:rsid w:val="005A217D"/>
    <w:rsid w:val="005A7552"/>
    <w:rsid w:val="005B2B57"/>
    <w:rsid w:val="005B4482"/>
    <w:rsid w:val="005C5F31"/>
    <w:rsid w:val="005D7A36"/>
    <w:rsid w:val="005E53E7"/>
    <w:rsid w:val="00601A66"/>
    <w:rsid w:val="006050DE"/>
    <w:rsid w:val="00605B27"/>
    <w:rsid w:val="0061301A"/>
    <w:rsid w:val="00614E1A"/>
    <w:rsid w:val="00615D38"/>
    <w:rsid w:val="00617CB6"/>
    <w:rsid w:val="0062483F"/>
    <w:rsid w:val="00627953"/>
    <w:rsid w:val="00630E61"/>
    <w:rsid w:val="00634ACB"/>
    <w:rsid w:val="00635FAE"/>
    <w:rsid w:val="006378C4"/>
    <w:rsid w:val="006466E4"/>
    <w:rsid w:val="006644FA"/>
    <w:rsid w:val="00666D1F"/>
    <w:rsid w:val="00676A6D"/>
    <w:rsid w:val="00677233"/>
    <w:rsid w:val="006820CA"/>
    <w:rsid w:val="00682E2B"/>
    <w:rsid w:val="0068591F"/>
    <w:rsid w:val="00687933"/>
    <w:rsid w:val="006907AC"/>
    <w:rsid w:val="00694BA3"/>
    <w:rsid w:val="00697A7B"/>
    <w:rsid w:val="00697C6B"/>
    <w:rsid w:val="006A3A86"/>
    <w:rsid w:val="006B28B7"/>
    <w:rsid w:val="006B36E7"/>
    <w:rsid w:val="006B4142"/>
    <w:rsid w:val="006C3830"/>
    <w:rsid w:val="006D4B8F"/>
    <w:rsid w:val="006D68E5"/>
    <w:rsid w:val="006E4687"/>
    <w:rsid w:val="006E7138"/>
    <w:rsid w:val="006F595A"/>
    <w:rsid w:val="00704C53"/>
    <w:rsid w:val="00705226"/>
    <w:rsid w:val="007077C6"/>
    <w:rsid w:val="007142E7"/>
    <w:rsid w:val="00717079"/>
    <w:rsid w:val="00720EE5"/>
    <w:rsid w:val="00724591"/>
    <w:rsid w:val="007309B6"/>
    <w:rsid w:val="007330ED"/>
    <w:rsid w:val="0073337C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1ADB"/>
    <w:rsid w:val="0077377F"/>
    <w:rsid w:val="00781DB6"/>
    <w:rsid w:val="007878CB"/>
    <w:rsid w:val="00791C61"/>
    <w:rsid w:val="007A1BC8"/>
    <w:rsid w:val="007A4F86"/>
    <w:rsid w:val="007A795F"/>
    <w:rsid w:val="007B15C2"/>
    <w:rsid w:val="007B5674"/>
    <w:rsid w:val="007C0443"/>
    <w:rsid w:val="007C1B49"/>
    <w:rsid w:val="007D04BD"/>
    <w:rsid w:val="007D1A90"/>
    <w:rsid w:val="007E3A05"/>
    <w:rsid w:val="007F109E"/>
    <w:rsid w:val="00801A0A"/>
    <w:rsid w:val="008029AC"/>
    <w:rsid w:val="008055CD"/>
    <w:rsid w:val="008058E8"/>
    <w:rsid w:val="0081552F"/>
    <w:rsid w:val="0082604D"/>
    <w:rsid w:val="008447C1"/>
    <w:rsid w:val="00852619"/>
    <w:rsid w:val="00857E2A"/>
    <w:rsid w:val="008644A3"/>
    <w:rsid w:val="00864778"/>
    <w:rsid w:val="00864F9A"/>
    <w:rsid w:val="00866D30"/>
    <w:rsid w:val="00870086"/>
    <w:rsid w:val="008856FB"/>
    <w:rsid w:val="00891EC8"/>
    <w:rsid w:val="0089426A"/>
    <w:rsid w:val="008947CE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14CC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B7578"/>
    <w:rsid w:val="009B79F9"/>
    <w:rsid w:val="009C237C"/>
    <w:rsid w:val="009C29C8"/>
    <w:rsid w:val="009C64AB"/>
    <w:rsid w:val="009D0872"/>
    <w:rsid w:val="009D38F3"/>
    <w:rsid w:val="009E0870"/>
    <w:rsid w:val="009E181A"/>
    <w:rsid w:val="009E1E9E"/>
    <w:rsid w:val="009E2F0F"/>
    <w:rsid w:val="009E583D"/>
    <w:rsid w:val="009F3517"/>
    <w:rsid w:val="009F409F"/>
    <w:rsid w:val="00A00C2D"/>
    <w:rsid w:val="00A013E4"/>
    <w:rsid w:val="00A05FE2"/>
    <w:rsid w:val="00A12576"/>
    <w:rsid w:val="00A17A70"/>
    <w:rsid w:val="00A21AA1"/>
    <w:rsid w:val="00A25999"/>
    <w:rsid w:val="00A25DCD"/>
    <w:rsid w:val="00A273A2"/>
    <w:rsid w:val="00A32D8A"/>
    <w:rsid w:val="00A33A60"/>
    <w:rsid w:val="00A35CDC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5E"/>
    <w:rsid w:val="00AB6099"/>
    <w:rsid w:val="00AB6C30"/>
    <w:rsid w:val="00AC149D"/>
    <w:rsid w:val="00AC62D7"/>
    <w:rsid w:val="00AD568D"/>
    <w:rsid w:val="00AE685A"/>
    <w:rsid w:val="00AE6CB7"/>
    <w:rsid w:val="00AF2F3A"/>
    <w:rsid w:val="00AF433A"/>
    <w:rsid w:val="00B04620"/>
    <w:rsid w:val="00B06016"/>
    <w:rsid w:val="00B13BC0"/>
    <w:rsid w:val="00B142A0"/>
    <w:rsid w:val="00B2470E"/>
    <w:rsid w:val="00B31B26"/>
    <w:rsid w:val="00B33B98"/>
    <w:rsid w:val="00B422E1"/>
    <w:rsid w:val="00B603AC"/>
    <w:rsid w:val="00B60550"/>
    <w:rsid w:val="00B74ED3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B6BBE"/>
    <w:rsid w:val="00BC10D7"/>
    <w:rsid w:val="00BD3A92"/>
    <w:rsid w:val="00BD48B5"/>
    <w:rsid w:val="00BE35D7"/>
    <w:rsid w:val="00BF035E"/>
    <w:rsid w:val="00BF687E"/>
    <w:rsid w:val="00BF6B6D"/>
    <w:rsid w:val="00C04B91"/>
    <w:rsid w:val="00C105EE"/>
    <w:rsid w:val="00C12177"/>
    <w:rsid w:val="00C151C9"/>
    <w:rsid w:val="00C15771"/>
    <w:rsid w:val="00C26FF0"/>
    <w:rsid w:val="00C34030"/>
    <w:rsid w:val="00C34716"/>
    <w:rsid w:val="00C44656"/>
    <w:rsid w:val="00C45F0B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75FB"/>
    <w:rsid w:val="00CA2EF7"/>
    <w:rsid w:val="00CA762F"/>
    <w:rsid w:val="00CC4DA8"/>
    <w:rsid w:val="00CC6B93"/>
    <w:rsid w:val="00CD3A22"/>
    <w:rsid w:val="00CD4DCF"/>
    <w:rsid w:val="00CE0278"/>
    <w:rsid w:val="00CE3F01"/>
    <w:rsid w:val="00CF1FCB"/>
    <w:rsid w:val="00CF52BA"/>
    <w:rsid w:val="00D050D5"/>
    <w:rsid w:val="00D110DF"/>
    <w:rsid w:val="00D17EA9"/>
    <w:rsid w:val="00D21309"/>
    <w:rsid w:val="00D21C1E"/>
    <w:rsid w:val="00D22AF7"/>
    <w:rsid w:val="00D242C5"/>
    <w:rsid w:val="00D25D80"/>
    <w:rsid w:val="00D26A7E"/>
    <w:rsid w:val="00D30539"/>
    <w:rsid w:val="00D31C45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0B36"/>
    <w:rsid w:val="00E366A1"/>
    <w:rsid w:val="00E4208D"/>
    <w:rsid w:val="00E47096"/>
    <w:rsid w:val="00E54EB8"/>
    <w:rsid w:val="00E60DD0"/>
    <w:rsid w:val="00E62F83"/>
    <w:rsid w:val="00E65992"/>
    <w:rsid w:val="00E93AC7"/>
    <w:rsid w:val="00E93B12"/>
    <w:rsid w:val="00E96B3B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0841"/>
    <w:rsid w:val="00F15877"/>
    <w:rsid w:val="00F17779"/>
    <w:rsid w:val="00F22DFE"/>
    <w:rsid w:val="00F24004"/>
    <w:rsid w:val="00F31717"/>
    <w:rsid w:val="00F3774C"/>
    <w:rsid w:val="00F50474"/>
    <w:rsid w:val="00F516DF"/>
    <w:rsid w:val="00F54EF9"/>
    <w:rsid w:val="00F55ADB"/>
    <w:rsid w:val="00F64367"/>
    <w:rsid w:val="00F735AF"/>
    <w:rsid w:val="00F7578D"/>
    <w:rsid w:val="00F9120F"/>
    <w:rsid w:val="00F938DC"/>
    <w:rsid w:val="00F94E63"/>
    <w:rsid w:val="00F96E1B"/>
    <w:rsid w:val="00F97C99"/>
    <w:rsid w:val="00FA24E0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nergia.ee" TargetMode="External"/><Relationship Id="rId18" Type="http://schemas.openxmlformats.org/officeDocument/2006/relationships/hyperlink" Target="https://eur03.safelinks.protection.outlook.com/?url=https%3A%2F%2Fpari.kataster.ee%2Fmagic-link%2Feb0ecc02-c46c-4cd9-a43e-24ea0c8c43cd&amp;data=05%7C02%7CAvo.Jarv%40energia.ee%7C641336fcdcdd40110fd608dc39c6f0af%7C15cd778b2b284ebc956cb5977a36cd28%7C0%7C0%7C638448773803081455%7CUnknown%7CTWFpbGZsb3d8eyJWIjoiMC4wLjAwMDAiLCJQIjoiV2luMzIiLCJBTiI6Ik1haWwiLCJXVCI6Mn0%3D%7C0%7C%7C%7C&amp;sdata=gP%2B7j3wSASNEj0CgvO3Xv0DXe3as5S6BBHJ%2BhIpNibo%3D&amp;reserved=0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yperlink" Target="https://eur03.safelinks.protection.outlook.com/?url=https%3A%2F%2Fpari.kataster.ee%2Fmagic-link%2F50d22d2a-bb06-41f0-a08f-1d06284d119d&amp;data=05%7C02%7CAvo.Jarv%40energia.ee%7C641336fcdcdd40110fd608dc39c6f0af%7C15cd778b2b284ebc956cb5977a36cd28%7C0%7C0%7C638448773803088477%7CUnknown%7CTWFpbGZsb3d8eyJWIjoiMC4wLjAwMDAiLCJQIjoiV2luMzIiLCJBTiI6Ik1haWwiLCJXVCI6Mn0%3D%7C0%7C%7C%7C&amp;sdata=jeqfdip0p78jYSujg4yFzMmHi30JMCDqrseZ9aRjuVQ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ur03.safelinks.protection.outlook.com/?url=https%3A%2F%2Fpari.kataster.ee%2Fmagic-link%2Feb0ecc02-c46c-4cd9-a43e-24ea0c8c43cd&amp;data=05%7C02%7CAvo.Jarv%40energia.ee%7C641336fcdcdd40110fd608dc39c6f0af%7C15cd778b2b284ebc956cb5977a36cd28%7C0%7C0%7C638448773803081455%7CUnknown%7CTWFpbGZsb3d8eyJWIjoiMC4wLjAwMDAiLCJQIjoiV2luMzIiLCJBTiI6Ik1haWwiLCJXVCI6Mn0%3D%7C0%7C%7C%7C&amp;sdata=gP%2B7j3wSASNEj0CgvO3Xv0DXe3as5S6BBHJ%2BhIpNibo%3D&amp;reserved=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eur03.safelinks.protection.outlook.com/?url=https%3A%2F%2Fpari.kataster.ee%2Fmagic-link%2F5a84ae3d-48f0-4bc1-9363-3912d8078d99&amp;data=05%7C02%7CAvo.Jarv%40energia.ee%7C641336fcdcdd40110fd608dc39c6f0af%7C15cd778b2b284ebc956cb5977a36cd28%7C0%7C0%7C638448773803067197%7CUnknown%7CTWFpbGZsb3d8eyJWIjoiMC4wLjAwMDAiLCJQIjoiV2luMzIiLCJBTiI6Ik1haWwiLCJXVCI6Mn0%3D%7C0%7C%7C%7C&amp;sdata=ZLNNNJXBh4MhITl3NcQY1aga%2BAE2iym1L%2BR9b26VSZA%3D&amp;reserved=0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ur03.safelinks.protection.outlook.com/?url=https%3A%2F%2Fpari.kataster.ee%2Fmagic-link%2F91637da3-282d-44c9-9eea-a523fef92d3e&amp;data=05%7C02%7CAvo.Jarv%40energia.ee%7C641336fcdcdd40110fd608dc39c6f0af%7C15cd778b2b284ebc956cb5977a36cd28%7C0%7C0%7C638448773803056162%7CUnknown%7CTWFpbGZsb3d8eyJWIjoiMC4wLjAwMDAiLCJQIjoiV2luMzIiLCJBTiI6Ik1haWwiLCJXVCI6Mn0%3D%7C0%7C%7C%7C&amp;sdata=YkT2VDqGnetCKKRBj%2FEJmRRicLqg6iPGoP68fqYmm4k%3D&amp;reserved=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1010</TotalTime>
  <Pages>1</Pages>
  <Words>795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424</cp:revision>
  <cp:lastPrinted>2022-01-11T09:20:00Z</cp:lastPrinted>
  <dcterms:created xsi:type="dcterms:W3CDTF">2022-01-10T12:44:00Z</dcterms:created>
  <dcterms:modified xsi:type="dcterms:W3CDTF">2024-03-01T09:32:00Z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